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9F3" w:rsidRDefault="00A869F3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4" type="#_x0000_t75" style="position:absolute;left:0;text-align:left;margin-left:0;margin-top:0;width:844.7pt;height:597.8pt;z-index:-251658240;mso-position-horizontal-relative:page;mso-position-vertical-relative:page">
            <v:imagedata r:id="rId4" o:title="lami-free_01_sankaku"/>
            <w10:wrap anchorx="page" anchory="page"/>
          </v:shape>
        </w:pict>
      </w:r>
      <w:r w:rsidR="00111A57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left:0;text-align:left;margin-left:-14.3pt;margin-top:-18.5pt;width:558.3pt;height:21.7pt;z-index:251657216" filled="f" stroked="f">
            <v:textbox style="mso-next-textbox:#_x0000_s1072">
              <w:txbxContent>
                <w:p w:rsidR="00111A57" w:rsidRPr="00097BDA" w:rsidRDefault="00097BDA" w:rsidP="00A869F3">
                  <w:pPr>
                    <w:rPr>
                      <w:rFonts w:hint="eastAsia"/>
                      <w:color w:val="0070C0"/>
                      <w:sz w:val="20"/>
                      <w:szCs w:val="20"/>
                    </w:rPr>
                  </w:pPr>
                  <w:r w:rsidRPr="00097BDA">
                    <w:rPr>
                      <w:rFonts w:ascii="ＭＳ Ｐゴシック" w:eastAsia="ＭＳ Ｐゴシック" w:hAnsi="ＭＳ Ｐゴシック" w:hint="eastAsia"/>
                      <w:color w:val="0070C0"/>
                      <w:sz w:val="20"/>
                      <w:szCs w:val="20"/>
                    </w:rPr>
                    <w:t>「卓上3面POPテンプレート」</w:t>
                  </w:r>
                  <w:r>
                    <w:rPr>
                      <w:rFonts w:ascii="ＭＳ Ｐゴシック" w:eastAsia="ＭＳ Ｐゴシック" w:hAnsi="ＭＳ Ｐゴシック" w:hint="eastAsia"/>
                      <w:color w:val="0070C0"/>
                      <w:sz w:val="20"/>
                      <w:szCs w:val="20"/>
                    </w:rPr>
                    <w:t xml:space="preserve">　※保存形式_PDF　※グレー枠は仕上がりイメージです。保存の際には削除をお願いします。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sectPr w:rsidR="00A869F3">
      <w:pgSz w:w="16838" w:h="11906" w:orient="landscape" w:code="9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attachedTemplate r:id="rId1"/>
  <w:doNotTrackMoves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7BDA"/>
    <w:rsid w:val="00097BDA"/>
    <w:rsid w:val="00111A57"/>
    <w:rsid w:val="00A8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" fillcolor="white">
      <v:fill color="white"/>
    </o:shapedefaults>
    <o:shapelayout v:ext="edit">
      <o:idmap v:ext="edit" data="1"/>
    </o:shapelayout>
  </w:shapeDefaults>
  <w:decimalSymbol w:val="."/>
  <w:listSeparator w:val=","/>
  <w15:chartTrackingRefBased/>
  <w15:docId w15:val="{974D69C2-5810-4B94-B9B3-F9AB0B81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9F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pixelsPerInch w:val="72"/>
  <w:targetScreenSz w:val="192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PTI3020\disk5\&#12414;&#12387;&#12367;\&#27179;&#30000;\You&#12452;&#12505;&#12531;&#12488;&#20225;&#30011;&#34920;\&#29305;&#20856;&#29992;&#12521;&#12511;POP\illusrator\lami-free_01_sankaku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lami-free_01_sankaku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㈱中川製作所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</cp:revision>
  <cp:lastPrinted>2010-03-16T02:22:00Z</cp:lastPrinted>
  <dcterms:created xsi:type="dcterms:W3CDTF">2020-01-31T07:16:00Z</dcterms:created>
  <dcterms:modified xsi:type="dcterms:W3CDTF">2020-01-31T07:17:00Z</dcterms:modified>
</cp:coreProperties>
</file>